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963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12968" w:rsidRDefault="004711C5" w:rsidP="00212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212968" w:rsidRPr="00212968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части элемента планировочной структуры: </w:t>
            </w:r>
          </w:p>
          <w:p w:rsidR="00212968" w:rsidRDefault="00212968" w:rsidP="00212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968">
              <w:rPr>
                <w:rFonts w:ascii="Times New Roman" w:hAnsi="Times New Roman" w:cs="Times New Roman"/>
                <w:sz w:val="28"/>
                <w:szCs w:val="28"/>
              </w:rPr>
              <w:t xml:space="preserve">ул. Гагарина, ул. </w:t>
            </w:r>
            <w:proofErr w:type="spellStart"/>
            <w:r w:rsidRPr="00212968">
              <w:rPr>
                <w:rFonts w:ascii="Times New Roman" w:hAnsi="Times New Roman" w:cs="Times New Roman"/>
                <w:sz w:val="28"/>
                <w:szCs w:val="28"/>
              </w:rPr>
              <w:t>Розинга</w:t>
            </w:r>
            <w:proofErr w:type="spellEnd"/>
            <w:r w:rsidRPr="00212968">
              <w:rPr>
                <w:rFonts w:ascii="Times New Roman" w:hAnsi="Times New Roman" w:cs="Times New Roman"/>
                <w:sz w:val="28"/>
                <w:szCs w:val="28"/>
              </w:rPr>
              <w:t xml:space="preserve">, просп. Дзержинского </w:t>
            </w:r>
          </w:p>
          <w:p w:rsidR="004711C5" w:rsidRDefault="004711C5" w:rsidP="00212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0963F3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2968" w:rsidRPr="00212968" w:rsidRDefault="00A054D8" w:rsidP="002129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212968" w:rsidRPr="00212968">
        <w:rPr>
          <w:rFonts w:ascii="Times New Roman" w:hAnsi="Times New Roman"/>
          <w:b/>
          <w:sz w:val="28"/>
          <w:szCs w:val="28"/>
        </w:rPr>
        <w:t>объектов капитального строительства, не являющихся объектами</w:t>
      </w:r>
    </w:p>
    <w:p w:rsidR="00A054D8" w:rsidRDefault="00212968" w:rsidP="002129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12968">
        <w:rPr>
          <w:rFonts w:ascii="Times New Roman" w:hAnsi="Times New Roman"/>
          <w:b/>
          <w:sz w:val="28"/>
          <w:szCs w:val="28"/>
        </w:rPr>
        <w:t xml:space="preserve">культурного наследия (памятники истории и культуры) народов Российской Федерации, расположенных </w:t>
      </w:r>
      <w:r w:rsidR="00A431D1">
        <w:rPr>
          <w:rFonts w:ascii="Times New Roman" w:hAnsi="Times New Roman"/>
          <w:b/>
          <w:sz w:val="28"/>
          <w:szCs w:val="28"/>
        </w:rPr>
        <w:br/>
      </w:r>
      <w:r w:rsidRPr="00212968">
        <w:rPr>
          <w:rFonts w:ascii="Times New Roman" w:hAnsi="Times New Roman"/>
          <w:b/>
          <w:sz w:val="28"/>
          <w:szCs w:val="28"/>
        </w:rPr>
        <w:t xml:space="preserve">на территории жилой застройки городского округа "Город Архангельск" в границах части элемента планировочной структуры: ул. Гагарина, ул. </w:t>
      </w:r>
      <w:proofErr w:type="spellStart"/>
      <w:r w:rsidRPr="00212968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Pr="00212968">
        <w:rPr>
          <w:rFonts w:ascii="Times New Roman" w:hAnsi="Times New Roman"/>
          <w:b/>
          <w:sz w:val="28"/>
          <w:szCs w:val="28"/>
        </w:rPr>
        <w:t xml:space="preserve">, просп. Дзержинского, </w:t>
      </w:r>
      <w:r w:rsidR="00A431D1">
        <w:rPr>
          <w:rFonts w:ascii="Times New Roman" w:hAnsi="Times New Roman"/>
          <w:b/>
          <w:sz w:val="28"/>
          <w:szCs w:val="28"/>
        </w:rPr>
        <w:br/>
      </w:r>
      <w:r w:rsidRPr="0021296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2693"/>
        <w:gridCol w:w="1989"/>
        <w:gridCol w:w="2124"/>
        <w:gridCol w:w="73"/>
        <w:gridCol w:w="2125"/>
        <w:gridCol w:w="72"/>
        <w:gridCol w:w="2127"/>
      </w:tblGrid>
      <w:tr w:rsidR="00A054D8" w:rsidRPr="00A054D8" w:rsidTr="004711C5">
        <w:trPr>
          <w:trHeight w:val="480"/>
        </w:trPr>
        <w:tc>
          <w:tcPr>
            <w:tcW w:w="56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69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198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4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2127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4711C5">
        <w:trPr>
          <w:trHeight w:val="280"/>
        </w:trPr>
        <w:tc>
          <w:tcPr>
            <w:tcW w:w="56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212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73109C">
        <w:tc>
          <w:tcPr>
            <w:tcW w:w="14884" w:type="dxa"/>
            <w:gridSpan w:val="9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</w:t>
            </w:r>
            <w:r w:rsidR="00A43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29:22:040601:62</w:t>
            </w:r>
          </w:p>
        </w:tc>
        <w:tc>
          <w:tcPr>
            <w:tcW w:w="1988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713,8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</w:t>
            </w:r>
            <w:r w:rsidR="00A43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29:22:040601:59</w:t>
            </w:r>
          </w:p>
        </w:tc>
        <w:tc>
          <w:tcPr>
            <w:tcW w:w="1988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418,3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</w:t>
            </w:r>
            <w:r w:rsidR="00A43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57, корп.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29:22:040601:86</w:t>
            </w:r>
          </w:p>
        </w:tc>
        <w:tc>
          <w:tcPr>
            <w:tcW w:w="1988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 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29:22:040601:71</w:t>
            </w:r>
          </w:p>
        </w:tc>
        <w:tc>
          <w:tcPr>
            <w:tcW w:w="1988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713,13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 53, корп.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29:22:040601:80</w:t>
            </w:r>
          </w:p>
        </w:tc>
        <w:tc>
          <w:tcPr>
            <w:tcW w:w="1988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  <w:tc>
          <w:tcPr>
            <w:tcW w:w="2124" w:type="dxa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8F0B4A"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12968" w:rsidRPr="00212968" w:rsidRDefault="00212968" w:rsidP="00DF6B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Гагарина, д. 59, корп.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color w:val="000000"/>
                <w:sz w:val="24"/>
                <w:szCs w:val="24"/>
              </w:rPr>
              <w:t>29:22:040601:61</w:t>
            </w:r>
          </w:p>
        </w:tc>
        <w:tc>
          <w:tcPr>
            <w:tcW w:w="1988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728,18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9F3D65">
        <w:tc>
          <w:tcPr>
            <w:tcW w:w="14884" w:type="dxa"/>
            <w:gridSpan w:val="9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37C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</w:t>
            </w:r>
          </w:p>
        </w:tc>
      </w:tr>
      <w:tr w:rsidR="00212968" w:rsidRPr="00A054D8" w:rsidTr="004711C5"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12968" w:rsidRPr="00212968" w:rsidRDefault="00212968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ул. Гагарина, д. 51</w:t>
            </w:r>
          </w:p>
        </w:tc>
        <w:tc>
          <w:tcPr>
            <w:tcW w:w="2693" w:type="dxa"/>
            <w:shd w:val="clear" w:color="auto" w:fill="auto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29:22:040601:74</w:t>
            </w:r>
          </w:p>
        </w:tc>
        <w:tc>
          <w:tcPr>
            <w:tcW w:w="1988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4711C5"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12968" w:rsidRPr="00212968" w:rsidRDefault="00212968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ул. Гагарина, д. 51, корп. 1</w:t>
            </w:r>
          </w:p>
        </w:tc>
        <w:tc>
          <w:tcPr>
            <w:tcW w:w="2693" w:type="dxa"/>
            <w:shd w:val="clear" w:color="auto" w:fill="auto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29:22:040601:57</w:t>
            </w:r>
          </w:p>
        </w:tc>
        <w:tc>
          <w:tcPr>
            <w:tcW w:w="1988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711,37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212968" w:rsidRPr="00A054D8" w:rsidTr="00C0062D">
        <w:trPr>
          <w:trHeight w:val="265"/>
        </w:trPr>
        <w:tc>
          <w:tcPr>
            <w:tcW w:w="563" w:type="dxa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12968" w:rsidRPr="00212968" w:rsidRDefault="00212968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ул. Гагарина, д. 57</w:t>
            </w:r>
          </w:p>
        </w:tc>
        <w:tc>
          <w:tcPr>
            <w:tcW w:w="2693" w:type="dxa"/>
            <w:shd w:val="clear" w:color="auto" w:fill="auto"/>
          </w:tcPr>
          <w:p w:rsidR="00212968" w:rsidRPr="00212968" w:rsidRDefault="00212968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68">
              <w:rPr>
                <w:rFonts w:ascii="Times New Roman" w:hAnsi="Times New Roman"/>
                <w:sz w:val="24"/>
                <w:szCs w:val="24"/>
              </w:rPr>
              <w:t>29:22:040601:70</w:t>
            </w:r>
          </w:p>
        </w:tc>
        <w:tc>
          <w:tcPr>
            <w:tcW w:w="1988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700,3</w:t>
            </w:r>
          </w:p>
        </w:tc>
        <w:tc>
          <w:tcPr>
            <w:tcW w:w="2124" w:type="dxa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21296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310,1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12968" w:rsidRPr="00A054D8" w:rsidRDefault="002129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Гагарина, д. 55, корп. 1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29:22:040601:60</w:t>
            </w:r>
          </w:p>
        </w:tc>
        <w:tc>
          <w:tcPr>
            <w:tcW w:w="1988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C0062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627E" w:rsidRPr="00AB627E" w:rsidTr="007468F2">
        <w:tc>
          <w:tcPr>
            <w:tcW w:w="14884" w:type="dxa"/>
            <w:gridSpan w:val="9"/>
            <w:shd w:val="clear" w:color="auto" w:fill="auto"/>
          </w:tcPr>
          <w:p w:rsidR="00AB627E" w:rsidRPr="00AB627E" w:rsidRDefault="00820AC1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761D73" w:rsidRPr="00AB627E" w:rsidTr="00A431D1">
        <w:tc>
          <w:tcPr>
            <w:tcW w:w="563" w:type="dxa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801" w:type="dxa"/>
            <w:gridSpan w:val="3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C0062D" w:rsidRPr="00AB627E" w:rsidTr="00A431D1">
        <w:tc>
          <w:tcPr>
            <w:tcW w:w="563" w:type="dxa"/>
            <w:shd w:val="clear" w:color="auto" w:fill="auto"/>
          </w:tcPr>
          <w:p w:rsidR="00C0062D" w:rsidRPr="00A054D8" w:rsidRDefault="00C0062D" w:rsidP="00C0062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801" w:type="dxa"/>
            <w:gridSpan w:val="3"/>
            <w:shd w:val="clear" w:color="auto" w:fill="auto"/>
          </w:tcPr>
          <w:p w:rsidR="00C0062D" w:rsidRPr="00C0062D" w:rsidRDefault="00C0062D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11 Привокзального микрорайона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C0062D" w:rsidRPr="00C0062D" w:rsidRDefault="00C0062D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29:22:000000:8055</w:t>
            </w:r>
          </w:p>
        </w:tc>
      </w:tr>
      <w:tr w:rsidR="00C0062D" w:rsidRPr="00AB627E" w:rsidTr="00A431D1">
        <w:trPr>
          <w:trHeight w:val="695"/>
        </w:trPr>
        <w:tc>
          <w:tcPr>
            <w:tcW w:w="563" w:type="dxa"/>
            <w:shd w:val="clear" w:color="auto" w:fill="auto"/>
          </w:tcPr>
          <w:p w:rsidR="00C0062D" w:rsidRPr="00A054D8" w:rsidRDefault="00C0062D" w:rsidP="00C0062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801" w:type="dxa"/>
            <w:gridSpan w:val="3"/>
            <w:shd w:val="clear" w:color="auto" w:fill="auto"/>
          </w:tcPr>
          <w:p w:rsidR="00C0062D" w:rsidRPr="00C0062D" w:rsidRDefault="00C0062D" w:rsidP="00DF6B37">
            <w:pPr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 xml:space="preserve">внутриквартальные сети хозяйственно-бытовой канализации 11 Привокзального </w:t>
            </w:r>
            <w:proofErr w:type="gramStart"/>
            <w:r w:rsidRPr="00C0062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C0062D">
              <w:rPr>
                <w:rFonts w:ascii="Times New Roman" w:hAnsi="Times New Roman"/>
                <w:sz w:val="24"/>
                <w:szCs w:val="24"/>
              </w:rPr>
              <w:t>/района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C0062D" w:rsidRPr="00C0062D" w:rsidRDefault="00C0062D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29:22:000000:8275</w:t>
            </w:r>
          </w:p>
        </w:tc>
      </w:tr>
      <w:tr w:rsidR="00C0062D" w:rsidRPr="00AB627E" w:rsidTr="00A431D1">
        <w:tc>
          <w:tcPr>
            <w:tcW w:w="563" w:type="dxa"/>
            <w:shd w:val="clear" w:color="auto" w:fill="auto"/>
          </w:tcPr>
          <w:p w:rsidR="00C0062D" w:rsidRPr="00A054D8" w:rsidRDefault="00C0062D" w:rsidP="00C0062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801" w:type="dxa"/>
            <w:gridSpan w:val="3"/>
            <w:shd w:val="clear" w:color="auto" w:fill="auto"/>
          </w:tcPr>
          <w:p w:rsidR="00C0062D" w:rsidRPr="00C0062D" w:rsidRDefault="00C0062D" w:rsidP="00C006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0062D">
              <w:rPr>
                <w:rFonts w:ascii="Times New Roman" w:hAnsi="Times New Roman"/>
                <w:sz w:val="24"/>
                <w:szCs w:val="24"/>
              </w:rPr>
              <w:t>аружное освещение территории домов № 51</w:t>
            </w:r>
            <w:r w:rsidR="00A431D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C0062D">
              <w:rPr>
                <w:rFonts w:ascii="Times New Roman" w:hAnsi="Times New Roman"/>
                <w:sz w:val="24"/>
                <w:szCs w:val="24"/>
              </w:rPr>
              <w:t>59</w:t>
            </w:r>
            <w:r w:rsidR="00A431D1">
              <w:rPr>
                <w:rFonts w:ascii="Times New Roman" w:hAnsi="Times New Roman"/>
                <w:sz w:val="24"/>
                <w:szCs w:val="24"/>
              </w:rPr>
              <w:t>,</w:t>
            </w:r>
            <w:r w:rsidRPr="00C0062D">
              <w:rPr>
                <w:rFonts w:ascii="Times New Roman" w:hAnsi="Times New Roman"/>
                <w:sz w:val="24"/>
                <w:szCs w:val="24"/>
              </w:rPr>
              <w:t xml:space="preserve"> корп. 1 по ул. Гагарина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C0062D" w:rsidRPr="00C0062D" w:rsidRDefault="00C0062D" w:rsidP="00DF6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2D">
              <w:rPr>
                <w:rFonts w:ascii="Times New Roman" w:hAnsi="Times New Roman"/>
                <w:sz w:val="24"/>
                <w:szCs w:val="24"/>
              </w:rPr>
              <w:t>29:22:040601:2035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C0062D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(в редакции постановления Правительства Архангельской области от 9</w:t>
      </w:r>
      <w:r w:rsidR="00A4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A4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20AC1"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342-пп)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тсутствуют.</w:t>
      </w: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C203E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963F3"/>
    <w:rsid w:val="00121481"/>
    <w:rsid w:val="00212968"/>
    <w:rsid w:val="002C1550"/>
    <w:rsid w:val="00470E7A"/>
    <w:rsid w:val="004711C5"/>
    <w:rsid w:val="00530D77"/>
    <w:rsid w:val="00703368"/>
    <w:rsid w:val="00761D73"/>
    <w:rsid w:val="00820AC1"/>
    <w:rsid w:val="00A054D8"/>
    <w:rsid w:val="00A431D1"/>
    <w:rsid w:val="00AB627E"/>
    <w:rsid w:val="00C0062D"/>
    <w:rsid w:val="00C203EC"/>
    <w:rsid w:val="00E3419F"/>
    <w:rsid w:val="00EC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2023-04-21T05:44:00Z</cp:lastPrinted>
  <dcterms:created xsi:type="dcterms:W3CDTF">2023-04-20T11:06:00Z</dcterms:created>
  <dcterms:modified xsi:type="dcterms:W3CDTF">2023-04-21T05:47:00Z</dcterms:modified>
</cp:coreProperties>
</file>